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72959979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4D8673DB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993CDB">
        <w:rPr>
          <w:rFonts w:ascii="Segoe Print" w:hAnsi="Segoe Print"/>
          <w:b/>
          <w:sz w:val="24"/>
        </w:rPr>
        <w:t>17.1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CALCULATOR</w:t>
      </w:r>
      <w:r w:rsidR="00971AEF">
        <w:rPr>
          <w:rFonts w:ascii="Segoe Print" w:hAnsi="Segoe Print"/>
          <w:b/>
          <w:sz w:val="24"/>
        </w:rPr>
        <w:t xml:space="preserve"> ALLOWED</w:t>
      </w:r>
    </w:p>
    <w:p w14:paraId="7B500545" w14:textId="31856422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1134"/>
        <w:gridCol w:w="425"/>
        <w:gridCol w:w="4678"/>
      </w:tblGrid>
      <w:tr w:rsidR="00901228" w:rsidRPr="00A06D07" w14:paraId="1F0DD5D9" w14:textId="77777777" w:rsidTr="00E95687">
        <w:trPr>
          <w:trHeight w:val="1407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901228" w:rsidRPr="00A06D07" w:rsidRDefault="00901228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369A268B" w14:textId="77777777" w:rsidR="00993CDB" w:rsidRPr="00E95687" w:rsidRDefault="00993CDB" w:rsidP="00E95687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E95687">
              <w:rPr>
                <w:rFonts w:ascii="Century Gothic" w:hAnsi="Century Gothic" w:cs="Tahoma"/>
              </w:rPr>
              <w:t>A map has a scale 1</w:t>
            </w:r>
            <w:proofErr w:type="gramStart"/>
            <w:r w:rsidRPr="00E95687">
              <w:rPr>
                <w:rFonts w:ascii="Century Gothic" w:hAnsi="Century Gothic" w:cs="Tahoma"/>
              </w:rPr>
              <w:t>cm :</w:t>
            </w:r>
            <w:proofErr w:type="gramEnd"/>
            <w:r w:rsidRPr="00E95687">
              <w:rPr>
                <w:rFonts w:ascii="Century Gothic" w:hAnsi="Century Gothic" w:cs="Tahoma"/>
              </w:rPr>
              <w:t xml:space="preserve"> 5m.</w:t>
            </w:r>
          </w:p>
          <w:p w14:paraId="094D08F0" w14:textId="52C58387" w:rsidR="00901228" w:rsidRPr="00E95687" w:rsidRDefault="00993CDB" w:rsidP="00E95687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E95687">
              <w:rPr>
                <w:rFonts w:ascii="Century Gothic" w:hAnsi="Century Gothic" w:cs="Tahoma"/>
              </w:rPr>
              <w:t>What is the actual distance of 4cm on the map?</w: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901228" w:rsidRPr="00E95687" w:rsidRDefault="00901228" w:rsidP="00E95687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E95687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594DF71C" w14:textId="0A0469B0" w:rsidR="00901228" w:rsidRPr="00E95687" w:rsidRDefault="00CA332A" w:rsidP="00E95687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E95687">
              <w:rPr>
                <w:rFonts w:ascii="Century Gothic" w:hAnsi="Century Gothic" w:cs="Tahoma"/>
              </w:rPr>
              <w:t>A car travels 150 miles in 3 hours.  Work out its speed.</w:t>
            </w:r>
          </w:p>
        </w:tc>
      </w:tr>
      <w:tr w:rsidR="00901228" w:rsidRPr="00A06D07" w14:paraId="2FAB904D" w14:textId="77777777" w:rsidTr="003746A9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901228" w:rsidRPr="00A06D07" w:rsidRDefault="00901228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gridSpan w:val="2"/>
            <w:tcBorders>
              <w:left w:val="nil"/>
              <w:bottom w:val="single" w:sz="4" w:space="0" w:color="auto"/>
            </w:tcBorders>
          </w:tcPr>
          <w:p w14:paraId="719DAC3F" w14:textId="649203E8" w:rsidR="008D5C13" w:rsidRPr="00E95687" w:rsidRDefault="0027205A" w:rsidP="00E95687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E95687">
              <w:rPr>
                <w:rFonts w:ascii="Century Gothic" w:hAnsi="Century Gothic" w:cs="Tahoma"/>
              </w:rPr>
              <w:t>Joe has red, blue and green socks in a drawer.  He picks two out.  What are the combinations of socks he could select?</w:t>
            </w:r>
          </w:p>
          <w:p w14:paraId="3845EB95" w14:textId="55FD4DC7" w:rsidR="00901228" w:rsidRPr="00E95687" w:rsidRDefault="00901228" w:rsidP="00E95687">
            <w:pPr>
              <w:spacing w:before="120"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901228" w:rsidRPr="00E95687" w:rsidRDefault="00901228" w:rsidP="00E95687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E95687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36A38566" w14:textId="4135B49B" w:rsidR="00633A9B" w:rsidRPr="00E95687" w:rsidRDefault="00633A9B" w:rsidP="00E95687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E95687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812A7E" w:rsidRPr="00E95687">
              <w:rPr>
                <w:rFonts w:ascii="Century Gothic" w:hAnsi="Century Gothic" w:cs="Tahoma"/>
                <w:noProof/>
                <w:lang w:eastAsia="en-GB"/>
              </w:rPr>
              <w:t>side</w:t>
            </w:r>
            <w:r w:rsidRPr="00E95687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4FEF7014" w14:textId="2179DC2A" w:rsidR="00901228" w:rsidRPr="00E95687" w:rsidRDefault="00812A7E" w:rsidP="00E95687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E95687">
              <w:rPr>
                <w:rFonts w:ascii="Century Gothic" w:hAnsi="Century Gothic" w:cs="Tahoma"/>
                <w:noProof/>
                <w:lang w:eastAsia="en-GB"/>
              </w:rPr>
              <w:drawing>
                <wp:inline distT="0" distB="0" distL="0" distR="0" wp14:anchorId="5AFFEABB" wp14:editId="26DCFFF8">
                  <wp:extent cx="1282700" cy="878840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878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46A9" w:rsidRPr="00A06D07" w14:paraId="44B9DE2A" w14:textId="77777777" w:rsidTr="0070395D">
        <w:trPr>
          <w:trHeight w:val="2305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3746A9" w:rsidRPr="00A06D07" w:rsidRDefault="003746A9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3827" w:type="dxa"/>
            <w:tcBorders>
              <w:left w:val="nil"/>
              <w:right w:val="nil"/>
            </w:tcBorders>
          </w:tcPr>
          <w:p w14:paraId="251AE1C9" w14:textId="5E1722B4" w:rsidR="00F52111" w:rsidRPr="00E95687" w:rsidRDefault="00E95687" w:rsidP="00E95687">
            <w:pPr>
              <w:spacing w:before="120" w:after="0" w:line="240" w:lineRule="auto"/>
              <w:rPr>
                <w:rFonts w:ascii="Century Gothic" w:eastAsiaTheme="minorEastAsia" w:hAnsi="Century Gothic" w:cs="Tahoma"/>
                <w:noProof/>
              </w:rPr>
            </w:pPr>
            <w:r w:rsidRPr="00E95687">
              <w:rPr>
                <w:rFonts w:ascii="Century Gothic" w:eastAsiaTheme="minorEastAsia" w:hAnsi="Century Gothic" w:cs="Tahoma"/>
                <w:noProof/>
              </w:rPr>
              <w:t>Construct</w:t>
            </w:r>
            <w:r w:rsidR="00F52111" w:rsidRPr="00E95687">
              <w:rPr>
                <w:rFonts w:ascii="Century Gothic" w:eastAsiaTheme="minorEastAsia" w:hAnsi="Century Gothic" w:cs="Tahoma"/>
                <w:noProof/>
              </w:rPr>
              <w:t xml:space="preserve"> the triangle:</w:t>
            </w:r>
          </w:p>
          <w:p w14:paraId="13549964" w14:textId="77777777" w:rsidR="00F52111" w:rsidRPr="00E95687" w:rsidRDefault="00F52111" w:rsidP="00E95687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E95687">
              <w:rPr>
                <w:rFonts w:ascii="Century Gothic" w:eastAsiaTheme="minorEastAsia" w:hAnsi="Century Gothic" w:cs="Tahom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58399428" wp14:editId="33F59BD9">
                      <wp:simplePos x="0" y="0"/>
                      <wp:positionH relativeFrom="column">
                        <wp:posOffset>465896</wp:posOffset>
                      </wp:positionH>
                      <wp:positionV relativeFrom="paragraph">
                        <wp:posOffset>164962</wp:posOffset>
                      </wp:positionV>
                      <wp:extent cx="866899" cy="510639"/>
                      <wp:effectExtent l="0" t="0" r="28575" b="22860"/>
                      <wp:wrapNone/>
                      <wp:docPr id="17" name="Isosceles Tri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899" cy="510639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140570B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17" o:spid="_x0000_s1026" type="#_x0000_t5" style="position:absolute;margin-left:36.7pt;margin-top:13pt;width:68.25pt;height:40.2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" fillcolor="white [3212]" strokecolor="black [3213]" strokeweight="2pt"/>
                  </w:pict>
                </mc:Fallback>
              </mc:AlternateContent>
            </w:r>
          </w:p>
          <w:p w14:paraId="2F8D3BBD" w14:textId="2DD01141" w:rsidR="00F52111" w:rsidRPr="00E95687" w:rsidRDefault="00E95687" w:rsidP="00E95687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E95687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34EDE9D4" wp14:editId="268499DD">
                      <wp:simplePos x="0" y="0"/>
                      <wp:positionH relativeFrom="column">
                        <wp:posOffset>577850</wp:posOffset>
                      </wp:positionH>
                      <wp:positionV relativeFrom="paragraph">
                        <wp:posOffset>180340</wp:posOffset>
                      </wp:positionV>
                      <wp:extent cx="575945" cy="320675"/>
                      <wp:effectExtent l="0" t="0" r="0" b="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4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75242D" w14:textId="77777777" w:rsidR="00E95687" w:rsidRPr="00FE19F8" w:rsidRDefault="00E95687" w:rsidP="00E95687">
                                  <w:r>
                                    <w:t>40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4EDE9D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2" o:spid="_x0000_s1026" type="#_x0000_t202" style="position:absolute;margin-left:45.5pt;margin-top:14.2pt;width:45.35pt;height:25.25pt;z-index:251804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" filled="f" stroked="f" strokeweight=".5pt">
                      <v:textbox>
                        <w:txbxContent>
                          <w:p w14:paraId="0675242D" w14:textId="77777777" w:rsidR="00E95687" w:rsidRPr="00FE19F8" w:rsidRDefault="00E95687" w:rsidP="00E95687">
                            <w:r>
                              <w:t>40</w:t>
                            </w:r>
                            <w:r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95687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2112BF5C" wp14:editId="37B499FF">
                      <wp:simplePos x="0" y="0"/>
                      <wp:positionH relativeFrom="column">
                        <wp:posOffset>930275</wp:posOffset>
                      </wp:positionH>
                      <wp:positionV relativeFrom="paragraph">
                        <wp:posOffset>194945</wp:posOffset>
                      </wp:positionV>
                      <wp:extent cx="575945" cy="320675"/>
                      <wp:effectExtent l="0" t="0" r="0" b="0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4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3990CF" w14:textId="77777777" w:rsidR="00E95687" w:rsidRPr="00FE19F8" w:rsidRDefault="00E95687" w:rsidP="00E95687">
                                  <w:r>
                                    <w:t>25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112BF5C" id="Text Box 21" o:spid="_x0000_s1027" type="#_x0000_t202" style="position:absolute;margin-left:73.25pt;margin-top:15.35pt;width:45.35pt;height:25.25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" filled="f" stroked="f" strokeweight=".5pt">
                      <v:textbox>
                        <w:txbxContent>
                          <w:p w14:paraId="473990CF" w14:textId="77777777" w:rsidR="00E95687" w:rsidRPr="00FE19F8" w:rsidRDefault="00E95687" w:rsidP="00E95687">
                            <w:r>
                              <w:t>25</w:t>
                            </w:r>
                            <w:r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95687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4024E394" wp14:editId="470C2357">
                      <wp:simplePos x="0" y="0"/>
                      <wp:positionH relativeFrom="column">
                        <wp:posOffset>654050</wp:posOffset>
                      </wp:positionH>
                      <wp:positionV relativeFrom="paragraph">
                        <wp:posOffset>424815</wp:posOffset>
                      </wp:positionV>
                      <wp:extent cx="575945" cy="320675"/>
                      <wp:effectExtent l="0" t="0" r="0" b="0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4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D151BD" w14:textId="77777777" w:rsidR="00E95687" w:rsidRDefault="00E95687" w:rsidP="00E95687">
                                  <w:r>
                                    <w:t>5cm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024E394" id="Text Box 19" o:spid="_x0000_s1028" type="#_x0000_t202" style="position:absolute;margin-left:51.5pt;margin-top:33.45pt;width:45.35pt;height:25.25pt;z-index:251802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" filled="f" stroked="f" strokeweight=".5pt">
                      <v:textbox>
                        <w:txbxContent>
                          <w:p w14:paraId="26D151BD" w14:textId="77777777" w:rsidR="00E95687" w:rsidRDefault="00E95687" w:rsidP="00E95687">
                            <w:r>
                              <w:t>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14AE195" w14:textId="4BE4B8E0" w:rsidR="003746A9" w:rsidRPr="00E95687" w:rsidRDefault="003746A9" w:rsidP="00E95687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</w:tc>
        <w:tc>
          <w:tcPr>
            <w:tcW w:w="6237" w:type="dxa"/>
            <w:gridSpan w:val="3"/>
            <w:tcBorders>
              <w:left w:val="nil"/>
            </w:tcBorders>
          </w:tcPr>
          <w:p w14:paraId="49831498" w14:textId="389B3E50" w:rsidR="003746A9" w:rsidRPr="00E95687" w:rsidRDefault="000A7C28" w:rsidP="00E95687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E95687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37088" behindDoc="0" locked="0" layoutInCell="1" allowOverlap="1" wp14:anchorId="1B6D59DE" wp14:editId="36B2649F">
                  <wp:simplePos x="0" y="0"/>
                  <wp:positionH relativeFrom="column">
                    <wp:posOffset>3446145</wp:posOffset>
                  </wp:positionH>
                  <wp:positionV relativeFrom="paragraph">
                    <wp:posOffset>1137149</wp:posOffset>
                  </wp:positionV>
                  <wp:extent cx="572135" cy="401320"/>
                  <wp:effectExtent l="0" t="0" r="0" b="5080"/>
                  <wp:wrapNone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AAA0DBA" w14:textId="655F4630" w:rsidR="002774AB" w:rsidRDefault="002774AB" w:rsidP="00E95687">
      <w:pPr>
        <w:spacing w:after="120"/>
        <w:ind w:firstLine="720"/>
        <w:rPr>
          <w:rFonts w:ascii="Kristen ITC" w:hAnsi="Kristen ITC"/>
          <w:b/>
        </w:rPr>
      </w:pPr>
      <w:bookmarkStart w:id="0" w:name="_GoBack"/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807744" behindDoc="0" locked="0" layoutInCell="1" allowOverlap="1" wp14:anchorId="3545F604" wp14:editId="6CB8092E">
            <wp:simplePos x="0" y="0"/>
            <wp:positionH relativeFrom="column">
              <wp:posOffset>-149286</wp:posOffset>
            </wp:positionH>
            <wp:positionV relativeFrom="paragraph">
              <wp:posOffset>91114</wp:posOffset>
            </wp:positionV>
            <wp:extent cx="827405" cy="568325"/>
            <wp:effectExtent l="53340" t="0" r="0" b="0"/>
            <wp:wrapNone/>
            <wp:docPr id="48" name="Picture 4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95687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806720" behindDoc="0" locked="0" layoutInCell="1" allowOverlap="1" wp14:anchorId="6F79DFDE" wp14:editId="318E4228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49" name="Picture 49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5687" w:rsidRPr="00525119">
        <w:rPr>
          <w:rFonts w:ascii="Kristen ITC" w:hAnsi="Kristen ITC"/>
          <w:b/>
        </w:rPr>
        <w:t xml:space="preserve"> </w:t>
      </w:r>
    </w:p>
    <w:p w14:paraId="639D01A8" w14:textId="08666129" w:rsidR="00E95687" w:rsidRDefault="00E95687" w:rsidP="00E95687">
      <w:pPr>
        <w:spacing w:after="120"/>
        <w:ind w:firstLine="720"/>
        <w:rPr>
          <w:rFonts w:ascii="Segoe Print" w:hAnsi="Segoe Print"/>
          <w:b/>
          <w:sz w:val="24"/>
        </w:rPr>
      </w:pP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17.1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</w:p>
    <w:p w14:paraId="195587EA" w14:textId="77777777" w:rsidR="00E95687" w:rsidRDefault="00E95687" w:rsidP="00E95687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1134"/>
        <w:gridCol w:w="425"/>
        <w:gridCol w:w="4678"/>
      </w:tblGrid>
      <w:tr w:rsidR="00E95687" w:rsidRPr="00A06D07" w14:paraId="473C63AB" w14:textId="77777777" w:rsidTr="00EA5960">
        <w:trPr>
          <w:trHeight w:val="1407"/>
        </w:trPr>
        <w:tc>
          <w:tcPr>
            <w:tcW w:w="421" w:type="dxa"/>
            <w:tcBorders>
              <w:right w:val="nil"/>
            </w:tcBorders>
          </w:tcPr>
          <w:p w14:paraId="014BD57B" w14:textId="77777777" w:rsidR="00E95687" w:rsidRPr="00A06D07" w:rsidRDefault="00E95687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55498F5F" w14:textId="77777777" w:rsidR="00E95687" w:rsidRPr="00E95687" w:rsidRDefault="00E95687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E95687">
              <w:rPr>
                <w:rFonts w:ascii="Century Gothic" w:hAnsi="Century Gothic" w:cs="Tahoma"/>
              </w:rPr>
              <w:t>A map has a scale 1</w:t>
            </w:r>
            <w:proofErr w:type="gramStart"/>
            <w:r w:rsidRPr="00E95687">
              <w:rPr>
                <w:rFonts w:ascii="Century Gothic" w:hAnsi="Century Gothic" w:cs="Tahoma"/>
              </w:rPr>
              <w:t>cm :</w:t>
            </w:r>
            <w:proofErr w:type="gramEnd"/>
            <w:r w:rsidRPr="00E95687">
              <w:rPr>
                <w:rFonts w:ascii="Century Gothic" w:hAnsi="Century Gothic" w:cs="Tahoma"/>
              </w:rPr>
              <w:t xml:space="preserve"> 5m.</w:t>
            </w:r>
          </w:p>
          <w:p w14:paraId="020E187E" w14:textId="77777777" w:rsidR="00E95687" w:rsidRPr="00E95687" w:rsidRDefault="00E95687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E95687">
              <w:rPr>
                <w:rFonts w:ascii="Century Gothic" w:hAnsi="Century Gothic" w:cs="Tahoma"/>
              </w:rPr>
              <w:t>What is the actual distance of 4cm on the map?</w:t>
            </w:r>
          </w:p>
        </w:tc>
        <w:tc>
          <w:tcPr>
            <w:tcW w:w="425" w:type="dxa"/>
            <w:tcBorders>
              <w:right w:val="nil"/>
            </w:tcBorders>
          </w:tcPr>
          <w:p w14:paraId="71CE44B4" w14:textId="77777777" w:rsidR="00E95687" w:rsidRPr="00E95687" w:rsidRDefault="00E95687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E95687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112EB0AC" w14:textId="77777777" w:rsidR="00E95687" w:rsidRPr="00E95687" w:rsidRDefault="00E95687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E95687">
              <w:rPr>
                <w:rFonts w:ascii="Century Gothic" w:hAnsi="Century Gothic" w:cs="Tahoma"/>
              </w:rPr>
              <w:t>A car travels 150 miles in 3 hours.  Work out its speed.</w:t>
            </w:r>
          </w:p>
        </w:tc>
      </w:tr>
      <w:tr w:rsidR="00E95687" w:rsidRPr="00A06D07" w14:paraId="1D13E26B" w14:textId="77777777" w:rsidTr="00EA5960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2C85EE6" w14:textId="77777777" w:rsidR="00E95687" w:rsidRPr="00A06D07" w:rsidRDefault="00E95687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gridSpan w:val="2"/>
            <w:tcBorders>
              <w:left w:val="nil"/>
              <w:bottom w:val="single" w:sz="4" w:space="0" w:color="auto"/>
            </w:tcBorders>
          </w:tcPr>
          <w:p w14:paraId="0BED9E36" w14:textId="77777777" w:rsidR="00E95687" w:rsidRPr="00E95687" w:rsidRDefault="00E95687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E95687">
              <w:rPr>
                <w:rFonts w:ascii="Century Gothic" w:hAnsi="Century Gothic" w:cs="Tahoma"/>
              </w:rPr>
              <w:t>Joe has red, blue and green socks in a drawer.  He picks two out.  What are the combinations of socks he could select?</w:t>
            </w:r>
          </w:p>
          <w:p w14:paraId="35DB2C73" w14:textId="77777777" w:rsidR="00E95687" w:rsidRPr="00E95687" w:rsidRDefault="00E95687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3444FF69" w14:textId="77777777" w:rsidR="00E95687" w:rsidRPr="00E95687" w:rsidRDefault="00E95687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E95687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56072B7F" w14:textId="77777777" w:rsidR="00E95687" w:rsidRPr="00E95687" w:rsidRDefault="00E95687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E95687">
              <w:rPr>
                <w:rFonts w:ascii="Century Gothic" w:hAnsi="Century Gothic" w:cs="Tahoma"/>
                <w:noProof/>
                <w:lang w:eastAsia="en-GB"/>
              </w:rPr>
              <w:t>Work out the missing side.</w:t>
            </w:r>
          </w:p>
          <w:p w14:paraId="6C1C847F" w14:textId="77777777" w:rsidR="00E95687" w:rsidRPr="00E95687" w:rsidRDefault="00E95687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E95687">
              <w:rPr>
                <w:rFonts w:ascii="Century Gothic" w:hAnsi="Century Gothic" w:cs="Tahoma"/>
                <w:noProof/>
                <w:lang w:eastAsia="en-GB"/>
              </w:rPr>
              <w:drawing>
                <wp:inline distT="0" distB="0" distL="0" distR="0" wp14:anchorId="398CD1C6" wp14:editId="6A585937">
                  <wp:extent cx="1282700" cy="878840"/>
                  <wp:effectExtent l="0" t="0" r="0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878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5687" w:rsidRPr="00A06D07" w14:paraId="09D7C24F" w14:textId="77777777" w:rsidTr="00EA5960">
        <w:trPr>
          <w:trHeight w:val="2305"/>
        </w:trPr>
        <w:tc>
          <w:tcPr>
            <w:tcW w:w="421" w:type="dxa"/>
            <w:tcBorders>
              <w:right w:val="nil"/>
            </w:tcBorders>
          </w:tcPr>
          <w:p w14:paraId="1EE1D41A" w14:textId="77777777" w:rsidR="00E95687" w:rsidRPr="00A06D07" w:rsidRDefault="00E95687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3827" w:type="dxa"/>
            <w:tcBorders>
              <w:left w:val="nil"/>
              <w:right w:val="nil"/>
            </w:tcBorders>
          </w:tcPr>
          <w:p w14:paraId="5892A9E2" w14:textId="77777777" w:rsidR="00E95687" w:rsidRPr="00E95687" w:rsidRDefault="00E95687" w:rsidP="00EA5960">
            <w:pPr>
              <w:spacing w:before="120" w:after="0" w:line="240" w:lineRule="auto"/>
              <w:rPr>
                <w:rFonts w:ascii="Century Gothic" w:eastAsiaTheme="minorEastAsia" w:hAnsi="Century Gothic" w:cs="Tahoma"/>
                <w:noProof/>
              </w:rPr>
            </w:pPr>
            <w:r w:rsidRPr="00E95687">
              <w:rPr>
                <w:rFonts w:ascii="Century Gothic" w:eastAsiaTheme="minorEastAsia" w:hAnsi="Century Gothic" w:cs="Tahoma"/>
                <w:noProof/>
              </w:rPr>
              <w:t>Construct the triangle:</w:t>
            </w:r>
          </w:p>
          <w:p w14:paraId="0D8C2509" w14:textId="77777777" w:rsidR="00E95687" w:rsidRPr="00E95687" w:rsidRDefault="00E95687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E95687">
              <w:rPr>
                <w:rFonts w:ascii="Century Gothic" w:eastAsiaTheme="minorEastAsia" w:hAnsi="Century Gothic" w:cs="Tahom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5A638D56" wp14:editId="38320DD6">
                      <wp:simplePos x="0" y="0"/>
                      <wp:positionH relativeFrom="column">
                        <wp:posOffset>465896</wp:posOffset>
                      </wp:positionH>
                      <wp:positionV relativeFrom="paragraph">
                        <wp:posOffset>164962</wp:posOffset>
                      </wp:positionV>
                      <wp:extent cx="866899" cy="510639"/>
                      <wp:effectExtent l="0" t="0" r="28575" b="22860"/>
                      <wp:wrapNone/>
                      <wp:docPr id="43" name="Isosceles Tri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899" cy="510639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7499DA" id="Isosceles Triangle 17" o:spid="_x0000_s1026" type="#_x0000_t5" style="position:absolute;margin-left:36.7pt;margin-top:13pt;width:68.25pt;height:40.2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" fillcolor="white [3212]" strokecolor="black [3213]" strokeweight="2pt"/>
                  </w:pict>
                </mc:Fallback>
              </mc:AlternateContent>
            </w:r>
          </w:p>
          <w:p w14:paraId="54758D41" w14:textId="77777777" w:rsidR="00E95687" w:rsidRPr="00E95687" w:rsidRDefault="00E95687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E95687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73498C4D" wp14:editId="679863B3">
                      <wp:simplePos x="0" y="0"/>
                      <wp:positionH relativeFrom="column">
                        <wp:posOffset>577850</wp:posOffset>
                      </wp:positionH>
                      <wp:positionV relativeFrom="paragraph">
                        <wp:posOffset>180340</wp:posOffset>
                      </wp:positionV>
                      <wp:extent cx="575945" cy="320675"/>
                      <wp:effectExtent l="0" t="0" r="0" b="0"/>
                      <wp:wrapNone/>
                      <wp:docPr id="44" name="Text Box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4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BA76A3" w14:textId="77777777" w:rsidR="00E95687" w:rsidRPr="00FE19F8" w:rsidRDefault="00E95687" w:rsidP="00E95687">
                                  <w:r>
                                    <w:t>40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3498C4D" id="Text Box 44" o:spid="_x0000_s1029" type="#_x0000_t202" style="position:absolute;margin-left:45.5pt;margin-top:14.2pt;width:45.35pt;height:25.25pt;z-index:251812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" filled="f" stroked="f" strokeweight=".5pt">
                      <v:textbox>
                        <w:txbxContent>
                          <w:p w14:paraId="3FBA76A3" w14:textId="77777777" w:rsidR="00E95687" w:rsidRPr="00FE19F8" w:rsidRDefault="00E95687" w:rsidP="00E95687">
                            <w:r>
                              <w:t>40</w:t>
                            </w:r>
                            <w:r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95687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5C35C270" wp14:editId="1571188F">
                      <wp:simplePos x="0" y="0"/>
                      <wp:positionH relativeFrom="column">
                        <wp:posOffset>930275</wp:posOffset>
                      </wp:positionH>
                      <wp:positionV relativeFrom="paragraph">
                        <wp:posOffset>194945</wp:posOffset>
                      </wp:positionV>
                      <wp:extent cx="575945" cy="320675"/>
                      <wp:effectExtent l="0" t="0" r="0" b="0"/>
                      <wp:wrapNone/>
                      <wp:docPr id="45" name="Text Box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4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6634A3" w14:textId="77777777" w:rsidR="00E95687" w:rsidRPr="00FE19F8" w:rsidRDefault="00E95687" w:rsidP="00E95687">
                                  <w:r>
                                    <w:t>25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C35C270" id="Text Box 45" o:spid="_x0000_s1030" type="#_x0000_t202" style="position:absolute;margin-left:73.25pt;margin-top:15.35pt;width:45.35pt;height:25.25pt;z-index:251811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" filled="f" stroked="f" strokeweight=".5pt">
                      <v:textbox>
                        <w:txbxContent>
                          <w:p w14:paraId="6F6634A3" w14:textId="77777777" w:rsidR="00E95687" w:rsidRPr="00FE19F8" w:rsidRDefault="00E95687" w:rsidP="00E95687">
                            <w:r>
                              <w:t>25</w:t>
                            </w:r>
                            <w:r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95687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2EC7DF92" wp14:editId="44D8B1AA">
                      <wp:simplePos x="0" y="0"/>
                      <wp:positionH relativeFrom="column">
                        <wp:posOffset>654050</wp:posOffset>
                      </wp:positionH>
                      <wp:positionV relativeFrom="paragraph">
                        <wp:posOffset>424815</wp:posOffset>
                      </wp:positionV>
                      <wp:extent cx="575945" cy="320675"/>
                      <wp:effectExtent l="0" t="0" r="0" b="0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4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B0B0446" w14:textId="77777777" w:rsidR="00E95687" w:rsidRDefault="00E95687" w:rsidP="00E95687">
                                  <w:r>
                                    <w:t>5cm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EC7DF92" id="Text Box 46" o:spid="_x0000_s1031" type="#_x0000_t202" style="position:absolute;margin-left:51.5pt;margin-top:33.45pt;width:45.35pt;height:25.25pt;z-index:251810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" filled="f" stroked="f" strokeweight=".5pt">
                      <v:textbox>
                        <w:txbxContent>
                          <w:p w14:paraId="3B0B0446" w14:textId="77777777" w:rsidR="00E95687" w:rsidRDefault="00E95687" w:rsidP="00E95687">
                            <w:r>
                              <w:t>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CB8DF4A" w14:textId="77777777" w:rsidR="00E95687" w:rsidRPr="00E95687" w:rsidRDefault="00E95687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</w:tc>
        <w:tc>
          <w:tcPr>
            <w:tcW w:w="6237" w:type="dxa"/>
            <w:gridSpan w:val="3"/>
            <w:tcBorders>
              <w:left w:val="nil"/>
            </w:tcBorders>
          </w:tcPr>
          <w:p w14:paraId="1B5AEA35" w14:textId="77777777" w:rsidR="00E95687" w:rsidRPr="00E95687" w:rsidRDefault="00E95687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E95687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808768" behindDoc="0" locked="0" layoutInCell="1" allowOverlap="1" wp14:anchorId="4824A77D" wp14:editId="413A535B">
                  <wp:simplePos x="0" y="0"/>
                  <wp:positionH relativeFrom="column">
                    <wp:posOffset>3446145</wp:posOffset>
                  </wp:positionH>
                  <wp:positionV relativeFrom="paragraph">
                    <wp:posOffset>1137149</wp:posOffset>
                  </wp:positionV>
                  <wp:extent cx="572135" cy="401320"/>
                  <wp:effectExtent l="0" t="0" r="0" b="5080"/>
                  <wp:wrapNone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9932521" w14:textId="06DC8F12" w:rsidR="00437093" w:rsidRDefault="00437093" w:rsidP="000A7C28">
      <w:pPr>
        <w:spacing w:after="120"/>
        <w:rPr>
          <w:rFonts w:ascii="Kristen ITC" w:hAnsi="Kristen ITC"/>
          <w:b/>
        </w:rPr>
      </w:pPr>
    </w:p>
    <w:sectPr w:rsidR="00437093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123A8"/>
    <w:rsid w:val="00022170"/>
    <w:rsid w:val="00031E8C"/>
    <w:rsid w:val="00037A50"/>
    <w:rsid w:val="00072244"/>
    <w:rsid w:val="000826B9"/>
    <w:rsid w:val="00083325"/>
    <w:rsid w:val="000A43CA"/>
    <w:rsid w:val="000A63AF"/>
    <w:rsid w:val="000A7C28"/>
    <w:rsid w:val="000B2B5E"/>
    <w:rsid w:val="000B420F"/>
    <w:rsid w:val="000B4287"/>
    <w:rsid w:val="000B5390"/>
    <w:rsid w:val="000C29BE"/>
    <w:rsid w:val="000C4C58"/>
    <w:rsid w:val="000D754C"/>
    <w:rsid w:val="000F6BFE"/>
    <w:rsid w:val="0010697E"/>
    <w:rsid w:val="001274D6"/>
    <w:rsid w:val="001279F5"/>
    <w:rsid w:val="00130352"/>
    <w:rsid w:val="00143BE1"/>
    <w:rsid w:val="00150843"/>
    <w:rsid w:val="001548A4"/>
    <w:rsid w:val="001826A9"/>
    <w:rsid w:val="00186A03"/>
    <w:rsid w:val="00187009"/>
    <w:rsid w:val="00194026"/>
    <w:rsid w:val="001A1D1C"/>
    <w:rsid w:val="001A6603"/>
    <w:rsid w:val="001A68F7"/>
    <w:rsid w:val="001D484E"/>
    <w:rsid w:val="001E23CA"/>
    <w:rsid w:val="001E511C"/>
    <w:rsid w:val="0020304D"/>
    <w:rsid w:val="00213253"/>
    <w:rsid w:val="00213C21"/>
    <w:rsid w:val="00214677"/>
    <w:rsid w:val="0027205A"/>
    <w:rsid w:val="002774AB"/>
    <w:rsid w:val="00285B36"/>
    <w:rsid w:val="00292BBA"/>
    <w:rsid w:val="00293A17"/>
    <w:rsid w:val="00293BEA"/>
    <w:rsid w:val="00296DE9"/>
    <w:rsid w:val="002B177C"/>
    <w:rsid w:val="002B63A6"/>
    <w:rsid w:val="002C69D4"/>
    <w:rsid w:val="002D1978"/>
    <w:rsid w:val="002D25E6"/>
    <w:rsid w:val="002D4D8B"/>
    <w:rsid w:val="002D5D86"/>
    <w:rsid w:val="002E3F24"/>
    <w:rsid w:val="00304404"/>
    <w:rsid w:val="0031452F"/>
    <w:rsid w:val="003201EB"/>
    <w:rsid w:val="00325E6D"/>
    <w:rsid w:val="00327C60"/>
    <w:rsid w:val="00333535"/>
    <w:rsid w:val="00335F11"/>
    <w:rsid w:val="003376C1"/>
    <w:rsid w:val="00347394"/>
    <w:rsid w:val="00355931"/>
    <w:rsid w:val="003746A9"/>
    <w:rsid w:val="0037571F"/>
    <w:rsid w:val="003D2767"/>
    <w:rsid w:val="003E68F7"/>
    <w:rsid w:val="003F51D8"/>
    <w:rsid w:val="004015EA"/>
    <w:rsid w:val="0040790B"/>
    <w:rsid w:val="0041226A"/>
    <w:rsid w:val="00436C34"/>
    <w:rsid w:val="00437093"/>
    <w:rsid w:val="00450FDD"/>
    <w:rsid w:val="00461E42"/>
    <w:rsid w:val="0049275B"/>
    <w:rsid w:val="004A46A3"/>
    <w:rsid w:val="004B4B58"/>
    <w:rsid w:val="004B64DA"/>
    <w:rsid w:val="004C1FAF"/>
    <w:rsid w:val="004F2AEE"/>
    <w:rsid w:val="00503BC5"/>
    <w:rsid w:val="00505FC9"/>
    <w:rsid w:val="00513335"/>
    <w:rsid w:val="00514B6B"/>
    <w:rsid w:val="00515D3B"/>
    <w:rsid w:val="00525119"/>
    <w:rsid w:val="00527D73"/>
    <w:rsid w:val="00543ABF"/>
    <w:rsid w:val="005571E9"/>
    <w:rsid w:val="00561D0D"/>
    <w:rsid w:val="00575446"/>
    <w:rsid w:val="00580957"/>
    <w:rsid w:val="00595258"/>
    <w:rsid w:val="005C147F"/>
    <w:rsid w:val="005C5905"/>
    <w:rsid w:val="005D29ED"/>
    <w:rsid w:val="005D4827"/>
    <w:rsid w:val="005E1266"/>
    <w:rsid w:val="005E467E"/>
    <w:rsid w:val="005E469A"/>
    <w:rsid w:val="006011C8"/>
    <w:rsid w:val="00601A47"/>
    <w:rsid w:val="00603453"/>
    <w:rsid w:val="00615611"/>
    <w:rsid w:val="00633A9B"/>
    <w:rsid w:val="0064471D"/>
    <w:rsid w:val="006526CC"/>
    <w:rsid w:val="00652D59"/>
    <w:rsid w:val="00662FA2"/>
    <w:rsid w:val="00666176"/>
    <w:rsid w:val="00674C3D"/>
    <w:rsid w:val="006866A3"/>
    <w:rsid w:val="006C37A5"/>
    <w:rsid w:val="006C37E5"/>
    <w:rsid w:val="006C5C00"/>
    <w:rsid w:val="006D1E8E"/>
    <w:rsid w:val="006E5C4D"/>
    <w:rsid w:val="006F185A"/>
    <w:rsid w:val="0070395D"/>
    <w:rsid w:val="00705472"/>
    <w:rsid w:val="00712C99"/>
    <w:rsid w:val="00714102"/>
    <w:rsid w:val="00727B2C"/>
    <w:rsid w:val="00751081"/>
    <w:rsid w:val="0075325F"/>
    <w:rsid w:val="00766A10"/>
    <w:rsid w:val="00767383"/>
    <w:rsid w:val="00787CB3"/>
    <w:rsid w:val="007A1E0D"/>
    <w:rsid w:val="007B4226"/>
    <w:rsid w:val="007D5D58"/>
    <w:rsid w:val="007E2C1A"/>
    <w:rsid w:val="007F06CD"/>
    <w:rsid w:val="007F69F9"/>
    <w:rsid w:val="00812A7E"/>
    <w:rsid w:val="00831D41"/>
    <w:rsid w:val="00840927"/>
    <w:rsid w:val="00847CB4"/>
    <w:rsid w:val="00857220"/>
    <w:rsid w:val="008612B7"/>
    <w:rsid w:val="0087251A"/>
    <w:rsid w:val="00876A8E"/>
    <w:rsid w:val="0088018E"/>
    <w:rsid w:val="00884433"/>
    <w:rsid w:val="008B0A17"/>
    <w:rsid w:val="008B0E29"/>
    <w:rsid w:val="008B5103"/>
    <w:rsid w:val="008D5C13"/>
    <w:rsid w:val="008D76D7"/>
    <w:rsid w:val="008E29DA"/>
    <w:rsid w:val="0090117B"/>
    <w:rsid w:val="00901228"/>
    <w:rsid w:val="009118B1"/>
    <w:rsid w:val="0094070B"/>
    <w:rsid w:val="0095325A"/>
    <w:rsid w:val="00955F4B"/>
    <w:rsid w:val="00971AEF"/>
    <w:rsid w:val="0098373C"/>
    <w:rsid w:val="0099142F"/>
    <w:rsid w:val="00993CDB"/>
    <w:rsid w:val="00995392"/>
    <w:rsid w:val="00995FC3"/>
    <w:rsid w:val="009A3834"/>
    <w:rsid w:val="009A60A5"/>
    <w:rsid w:val="009B31E5"/>
    <w:rsid w:val="009B576B"/>
    <w:rsid w:val="009B79BD"/>
    <w:rsid w:val="009C1E25"/>
    <w:rsid w:val="009C2FD3"/>
    <w:rsid w:val="009C34C1"/>
    <w:rsid w:val="009C5F92"/>
    <w:rsid w:val="009C633F"/>
    <w:rsid w:val="009D1DB3"/>
    <w:rsid w:val="009D5957"/>
    <w:rsid w:val="009D6BD1"/>
    <w:rsid w:val="009D6D4A"/>
    <w:rsid w:val="00A06D07"/>
    <w:rsid w:val="00A13034"/>
    <w:rsid w:val="00A15BBF"/>
    <w:rsid w:val="00A458C3"/>
    <w:rsid w:val="00A7076D"/>
    <w:rsid w:val="00A72B2C"/>
    <w:rsid w:val="00A74586"/>
    <w:rsid w:val="00A81955"/>
    <w:rsid w:val="00AB54E4"/>
    <w:rsid w:val="00AD04E8"/>
    <w:rsid w:val="00AD1307"/>
    <w:rsid w:val="00AD3264"/>
    <w:rsid w:val="00AD3C1A"/>
    <w:rsid w:val="00AD4D3A"/>
    <w:rsid w:val="00AE4D2A"/>
    <w:rsid w:val="00B07CF2"/>
    <w:rsid w:val="00B109EA"/>
    <w:rsid w:val="00B4333B"/>
    <w:rsid w:val="00B5418F"/>
    <w:rsid w:val="00B72752"/>
    <w:rsid w:val="00B8569F"/>
    <w:rsid w:val="00B94DA2"/>
    <w:rsid w:val="00B96458"/>
    <w:rsid w:val="00BA1603"/>
    <w:rsid w:val="00BA2BBF"/>
    <w:rsid w:val="00BA7CD3"/>
    <w:rsid w:val="00BB35EA"/>
    <w:rsid w:val="00BD3C7E"/>
    <w:rsid w:val="00BE22E8"/>
    <w:rsid w:val="00BE7AC9"/>
    <w:rsid w:val="00BF0AC1"/>
    <w:rsid w:val="00BF358F"/>
    <w:rsid w:val="00BF76DE"/>
    <w:rsid w:val="00C06B52"/>
    <w:rsid w:val="00C079A8"/>
    <w:rsid w:val="00C11495"/>
    <w:rsid w:val="00C240D5"/>
    <w:rsid w:val="00C261E2"/>
    <w:rsid w:val="00C41860"/>
    <w:rsid w:val="00C43E1E"/>
    <w:rsid w:val="00C52126"/>
    <w:rsid w:val="00C53B88"/>
    <w:rsid w:val="00C60271"/>
    <w:rsid w:val="00C77447"/>
    <w:rsid w:val="00C9225A"/>
    <w:rsid w:val="00CA332A"/>
    <w:rsid w:val="00CA75E9"/>
    <w:rsid w:val="00CF24C6"/>
    <w:rsid w:val="00D017AE"/>
    <w:rsid w:val="00D142ED"/>
    <w:rsid w:val="00D14B22"/>
    <w:rsid w:val="00D239A9"/>
    <w:rsid w:val="00D24655"/>
    <w:rsid w:val="00D26238"/>
    <w:rsid w:val="00D278F3"/>
    <w:rsid w:val="00D51195"/>
    <w:rsid w:val="00D63807"/>
    <w:rsid w:val="00D657D6"/>
    <w:rsid w:val="00DB180C"/>
    <w:rsid w:val="00DB511B"/>
    <w:rsid w:val="00DC43DF"/>
    <w:rsid w:val="00DD0D75"/>
    <w:rsid w:val="00E037E5"/>
    <w:rsid w:val="00E20822"/>
    <w:rsid w:val="00E27ACC"/>
    <w:rsid w:val="00E30CD6"/>
    <w:rsid w:val="00E33C5E"/>
    <w:rsid w:val="00E3559C"/>
    <w:rsid w:val="00E7749A"/>
    <w:rsid w:val="00E86CC7"/>
    <w:rsid w:val="00E907F4"/>
    <w:rsid w:val="00E95687"/>
    <w:rsid w:val="00E9577D"/>
    <w:rsid w:val="00E96E36"/>
    <w:rsid w:val="00EB1911"/>
    <w:rsid w:val="00EB65D1"/>
    <w:rsid w:val="00EC0572"/>
    <w:rsid w:val="00EC4CCA"/>
    <w:rsid w:val="00EF692F"/>
    <w:rsid w:val="00F11D9B"/>
    <w:rsid w:val="00F21F8D"/>
    <w:rsid w:val="00F303CE"/>
    <w:rsid w:val="00F3678B"/>
    <w:rsid w:val="00F52111"/>
    <w:rsid w:val="00F6389A"/>
    <w:rsid w:val="00F67891"/>
    <w:rsid w:val="00F75B57"/>
    <w:rsid w:val="00F80B7D"/>
    <w:rsid w:val="00F8416B"/>
    <w:rsid w:val="00FA673D"/>
    <w:rsid w:val="00FB0E81"/>
    <w:rsid w:val="00FB3CD8"/>
    <w:rsid w:val="00FC33D1"/>
    <w:rsid w:val="00FC470D"/>
    <w:rsid w:val="00FD01D3"/>
    <w:rsid w:val="00FD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9</cp:revision>
  <dcterms:created xsi:type="dcterms:W3CDTF">2019-05-30T18:23:00Z</dcterms:created>
  <dcterms:modified xsi:type="dcterms:W3CDTF">2019-05-30T18:25:00Z</dcterms:modified>
</cp:coreProperties>
</file>